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D399A">
        <w:rPr>
          <w:rFonts w:ascii="Arial" w:hAnsi="Arial" w:cs="Arial"/>
          <w:b/>
          <w:caps/>
          <w:sz w:val="28"/>
          <w:szCs w:val="28"/>
        </w:rPr>
        <w:t>7</w:t>
      </w:r>
      <w:r w:rsidR="00AA7EB4">
        <w:rPr>
          <w:rFonts w:ascii="Arial" w:hAnsi="Arial" w:cs="Arial"/>
          <w:b/>
          <w:caps/>
          <w:sz w:val="28"/>
          <w:szCs w:val="28"/>
        </w:rPr>
        <w:t>85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4C6AB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6ABB">
              <w:rPr>
                <w:rFonts w:ascii="Arial" w:hAnsi="Arial" w:cs="Arial"/>
                <w:sz w:val="20"/>
                <w:szCs w:val="20"/>
              </w:rPr>
              <w:t>providências relativas a veículo abandonado defronte do nº 171 da Rua Simão Pires, no Parque Meia Lua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CA487A" w:rsidRPr="00CA487A">
        <w:rPr>
          <w:rFonts w:ascii="Arial" w:hAnsi="Arial" w:cs="Arial"/>
        </w:rPr>
        <w:t>relativas a veículo abandonado defronte do nº 171 da Rua Simão Pires, no Parque Meia Lua</w:t>
      </w:r>
      <w:r w:rsidR="001257C1">
        <w:rPr>
          <w:rFonts w:ascii="Arial" w:hAnsi="Arial" w:cs="Arial"/>
        </w:rPr>
        <w:t>.</w:t>
      </w:r>
    </w:p>
    <w:p w:rsidR="00A0725B" w:rsidRDefault="00A0725B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Ressaltamos que o veículo está abandonado no referido local há anos.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</w:t>
      </w:r>
      <w:bookmarkStart w:id="0" w:name="_GoBack"/>
      <w:bookmarkEnd w:id="0"/>
      <w:r>
        <w:rPr>
          <w:rFonts w:ascii="Arial" w:hAnsi="Arial" w:cs="Arial"/>
        </w:rPr>
        <w:t>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833EA7">
        <w:rPr>
          <w:rFonts w:ascii="Arial" w:hAnsi="Arial" w:cs="Arial"/>
        </w:rPr>
        <w:t>2</w:t>
      </w:r>
      <w:r w:rsidR="00AA7EB4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de </w:t>
      </w:r>
      <w:r w:rsidR="00BA4274">
        <w:rPr>
          <w:rFonts w:ascii="Arial" w:hAnsi="Arial" w:cs="Arial"/>
        </w:rPr>
        <w:t>março</w:t>
      </w:r>
      <w:r w:rsidR="001C0875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4AB" w:rsidRDefault="00EB74AB">
      <w:r>
        <w:separator/>
      </w:r>
    </w:p>
  </w:endnote>
  <w:endnote w:type="continuationSeparator" w:id="0">
    <w:p w:rsidR="00EB74AB" w:rsidRDefault="00EB7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4AB" w:rsidRDefault="00EB74AB">
      <w:r>
        <w:separator/>
      </w:r>
    </w:p>
  </w:footnote>
  <w:footnote w:type="continuationSeparator" w:id="0">
    <w:p w:rsidR="00EB74AB" w:rsidRDefault="00EB74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3C1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6DCB"/>
    <w:rsid w:val="00023FCD"/>
    <w:rsid w:val="00024FD3"/>
    <w:rsid w:val="00026042"/>
    <w:rsid w:val="00027C31"/>
    <w:rsid w:val="00034A23"/>
    <w:rsid w:val="0003579D"/>
    <w:rsid w:val="00035C0B"/>
    <w:rsid w:val="00037358"/>
    <w:rsid w:val="00040134"/>
    <w:rsid w:val="0004172A"/>
    <w:rsid w:val="000554AC"/>
    <w:rsid w:val="00055B7D"/>
    <w:rsid w:val="00056288"/>
    <w:rsid w:val="00056514"/>
    <w:rsid w:val="0006445F"/>
    <w:rsid w:val="000717EC"/>
    <w:rsid w:val="00080897"/>
    <w:rsid w:val="00083861"/>
    <w:rsid w:val="00084A74"/>
    <w:rsid w:val="00094490"/>
    <w:rsid w:val="00094BC9"/>
    <w:rsid w:val="000958D5"/>
    <w:rsid w:val="00097CAE"/>
    <w:rsid w:val="000A0424"/>
    <w:rsid w:val="000B2263"/>
    <w:rsid w:val="000B5AFE"/>
    <w:rsid w:val="000B7A1A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2DDE"/>
    <w:rsid w:val="000F6251"/>
    <w:rsid w:val="000F6F63"/>
    <w:rsid w:val="0010004A"/>
    <w:rsid w:val="001044FE"/>
    <w:rsid w:val="0010454D"/>
    <w:rsid w:val="001052B9"/>
    <w:rsid w:val="00111158"/>
    <w:rsid w:val="00114629"/>
    <w:rsid w:val="00114AC5"/>
    <w:rsid w:val="001154CC"/>
    <w:rsid w:val="00117302"/>
    <w:rsid w:val="001257C1"/>
    <w:rsid w:val="00125A28"/>
    <w:rsid w:val="0012730E"/>
    <w:rsid w:val="00132892"/>
    <w:rsid w:val="00135425"/>
    <w:rsid w:val="00136BF5"/>
    <w:rsid w:val="00140682"/>
    <w:rsid w:val="001417F9"/>
    <w:rsid w:val="0014591F"/>
    <w:rsid w:val="00145C21"/>
    <w:rsid w:val="00150EE2"/>
    <w:rsid w:val="00161905"/>
    <w:rsid w:val="00172E81"/>
    <w:rsid w:val="00174161"/>
    <w:rsid w:val="001760DA"/>
    <w:rsid w:val="00181CD2"/>
    <w:rsid w:val="00181F28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3B6B"/>
    <w:rsid w:val="00204ED7"/>
    <w:rsid w:val="00205236"/>
    <w:rsid w:val="00205E3C"/>
    <w:rsid w:val="00206CB7"/>
    <w:rsid w:val="002074BE"/>
    <w:rsid w:val="002103F6"/>
    <w:rsid w:val="00211E82"/>
    <w:rsid w:val="0021312B"/>
    <w:rsid w:val="00221192"/>
    <w:rsid w:val="00223D30"/>
    <w:rsid w:val="00226594"/>
    <w:rsid w:val="00230432"/>
    <w:rsid w:val="002306E9"/>
    <w:rsid w:val="00230859"/>
    <w:rsid w:val="00232EB3"/>
    <w:rsid w:val="00235CB3"/>
    <w:rsid w:val="00240AF9"/>
    <w:rsid w:val="00241486"/>
    <w:rsid w:val="00253C82"/>
    <w:rsid w:val="00255FB5"/>
    <w:rsid w:val="00256155"/>
    <w:rsid w:val="00257C3F"/>
    <w:rsid w:val="00260D97"/>
    <w:rsid w:val="00267CA2"/>
    <w:rsid w:val="002711A8"/>
    <w:rsid w:val="00271BA8"/>
    <w:rsid w:val="00271E3D"/>
    <w:rsid w:val="00275C6A"/>
    <w:rsid w:val="00281B11"/>
    <w:rsid w:val="00282159"/>
    <w:rsid w:val="002850D6"/>
    <w:rsid w:val="00285760"/>
    <w:rsid w:val="002A7434"/>
    <w:rsid w:val="002B14C7"/>
    <w:rsid w:val="002B3678"/>
    <w:rsid w:val="002B3BF3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7BC7"/>
    <w:rsid w:val="0030168E"/>
    <w:rsid w:val="0030338C"/>
    <w:rsid w:val="00314E91"/>
    <w:rsid w:val="003165CB"/>
    <w:rsid w:val="00317C1A"/>
    <w:rsid w:val="00323F0F"/>
    <w:rsid w:val="003254EE"/>
    <w:rsid w:val="003326FD"/>
    <w:rsid w:val="00335736"/>
    <w:rsid w:val="003359D8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6769"/>
    <w:rsid w:val="00357FA5"/>
    <w:rsid w:val="00365AEE"/>
    <w:rsid w:val="00374EC8"/>
    <w:rsid w:val="00381797"/>
    <w:rsid w:val="0038185D"/>
    <w:rsid w:val="003848C4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13F0"/>
    <w:rsid w:val="003C1497"/>
    <w:rsid w:val="003C2298"/>
    <w:rsid w:val="003C57DA"/>
    <w:rsid w:val="003D4FDC"/>
    <w:rsid w:val="003D5433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D8E"/>
    <w:rsid w:val="0044318E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30AF"/>
    <w:rsid w:val="00484261"/>
    <w:rsid w:val="004850F2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590E"/>
    <w:rsid w:val="004E662F"/>
    <w:rsid w:val="004F190C"/>
    <w:rsid w:val="004F1AE9"/>
    <w:rsid w:val="004F39E9"/>
    <w:rsid w:val="004F690D"/>
    <w:rsid w:val="004F6A11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22B5A"/>
    <w:rsid w:val="00523157"/>
    <w:rsid w:val="005232D3"/>
    <w:rsid w:val="00524669"/>
    <w:rsid w:val="00525A14"/>
    <w:rsid w:val="00533862"/>
    <w:rsid w:val="005356D3"/>
    <w:rsid w:val="005459EC"/>
    <w:rsid w:val="005475C8"/>
    <w:rsid w:val="00550DCD"/>
    <w:rsid w:val="00564368"/>
    <w:rsid w:val="00564E1A"/>
    <w:rsid w:val="005710CF"/>
    <w:rsid w:val="0058109A"/>
    <w:rsid w:val="00583763"/>
    <w:rsid w:val="005868AE"/>
    <w:rsid w:val="0059142D"/>
    <w:rsid w:val="0059209F"/>
    <w:rsid w:val="0059790E"/>
    <w:rsid w:val="00597F4D"/>
    <w:rsid w:val="005A01D0"/>
    <w:rsid w:val="005A03FA"/>
    <w:rsid w:val="005A38CE"/>
    <w:rsid w:val="005A579D"/>
    <w:rsid w:val="005B377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138D"/>
    <w:rsid w:val="005E1451"/>
    <w:rsid w:val="005E4CA4"/>
    <w:rsid w:val="005E52BE"/>
    <w:rsid w:val="005E55B7"/>
    <w:rsid w:val="005F03BF"/>
    <w:rsid w:val="005F2D54"/>
    <w:rsid w:val="00602260"/>
    <w:rsid w:val="00604A61"/>
    <w:rsid w:val="0060508A"/>
    <w:rsid w:val="00605132"/>
    <w:rsid w:val="00605BDC"/>
    <w:rsid w:val="0061114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35808"/>
    <w:rsid w:val="00637550"/>
    <w:rsid w:val="00641E93"/>
    <w:rsid w:val="006426AE"/>
    <w:rsid w:val="006445BD"/>
    <w:rsid w:val="00645D37"/>
    <w:rsid w:val="006462D7"/>
    <w:rsid w:val="0065163A"/>
    <w:rsid w:val="0065256E"/>
    <w:rsid w:val="00653CD5"/>
    <w:rsid w:val="00654298"/>
    <w:rsid w:val="00654BCB"/>
    <w:rsid w:val="0065584A"/>
    <w:rsid w:val="0066211D"/>
    <w:rsid w:val="00670F9A"/>
    <w:rsid w:val="00674F7D"/>
    <w:rsid w:val="0067517F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312F"/>
    <w:rsid w:val="00693CF9"/>
    <w:rsid w:val="00694AE8"/>
    <w:rsid w:val="00697033"/>
    <w:rsid w:val="00697F4B"/>
    <w:rsid w:val="006A2E61"/>
    <w:rsid w:val="006A370D"/>
    <w:rsid w:val="006A3806"/>
    <w:rsid w:val="006B0B8E"/>
    <w:rsid w:val="006B151F"/>
    <w:rsid w:val="006B17BB"/>
    <w:rsid w:val="006B52A2"/>
    <w:rsid w:val="006B5974"/>
    <w:rsid w:val="006C14CE"/>
    <w:rsid w:val="006C59BC"/>
    <w:rsid w:val="006D0782"/>
    <w:rsid w:val="006D399A"/>
    <w:rsid w:val="006D5BA8"/>
    <w:rsid w:val="006D6F1F"/>
    <w:rsid w:val="006D6F7D"/>
    <w:rsid w:val="006E07ED"/>
    <w:rsid w:val="006E25B5"/>
    <w:rsid w:val="006E5CDB"/>
    <w:rsid w:val="006E6895"/>
    <w:rsid w:val="006E7E66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5E66"/>
    <w:rsid w:val="00726951"/>
    <w:rsid w:val="00727CDB"/>
    <w:rsid w:val="00731DF3"/>
    <w:rsid w:val="0073407F"/>
    <w:rsid w:val="00734BAC"/>
    <w:rsid w:val="0073722E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A10CD"/>
    <w:rsid w:val="007A6051"/>
    <w:rsid w:val="007B4AAD"/>
    <w:rsid w:val="007C01E1"/>
    <w:rsid w:val="007C3D5A"/>
    <w:rsid w:val="007C6E8B"/>
    <w:rsid w:val="007D1697"/>
    <w:rsid w:val="007D39FD"/>
    <w:rsid w:val="007D4CB0"/>
    <w:rsid w:val="007D6E3B"/>
    <w:rsid w:val="007E04FD"/>
    <w:rsid w:val="007E2C05"/>
    <w:rsid w:val="007E3F69"/>
    <w:rsid w:val="007E6778"/>
    <w:rsid w:val="007F1F1B"/>
    <w:rsid w:val="007F4508"/>
    <w:rsid w:val="007F75CA"/>
    <w:rsid w:val="00801652"/>
    <w:rsid w:val="0080197E"/>
    <w:rsid w:val="008107F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8E6"/>
    <w:rsid w:val="00846510"/>
    <w:rsid w:val="008474F2"/>
    <w:rsid w:val="0085078F"/>
    <w:rsid w:val="00855ED0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4147"/>
    <w:rsid w:val="008D414D"/>
    <w:rsid w:val="008D7637"/>
    <w:rsid w:val="008D7D78"/>
    <w:rsid w:val="008E4316"/>
    <w:rsid w:val="008E577C"/>
    <w:rsid w:val="008E63DF"/>
    <w:rsid w:val="008E717B"/>
    <w:rsid w:val="008F2D29"/>
    <w:rsid w:val="008F699A"/>
    <w:rsid w:val="008F72C6"/>
    <w:rsid w:val="008F72C9"/>
    <w:rsid w:val="00902EF6"/>
    <w:rsid w:val="00903E86"/>
    <w:rsid w:val="009040E8"/>
    <w:rsid w:val="00912A00"/>
    <w:rsid w:val="0091318D"/>
    <w:rsid w:val="00913230"/>
    <w:rsid w:val="009142B6"/>
    <w:rsid w:val="00917E3A"/>
    <w:rsid w:val="00922964"/>
    <w:rsid w:val="00922C56"/>
    <w:rsid w:val="00927B00"/>
    <w:rsid w:val="00931603"/>
    <w:rsid w:val="00932B1F"/>
    <w:rsid w:val="0093378C"/>
    <w:rsid w:val="00944AF1"/>
    <w:rsid w:val="00952C95"/>
    <w:rsid w:val="00952EF8"/>
    <w:rsid w:val="009576DB"/>
    <w:rsid w:val="00960204"/>
    <w:rsid w:val="00960937"/>
    <w:rsid w:val="00961C27"/>
    <w:rsid w:val="009652DB"/>
    <w:rsid w:val="009662AA"/>
    <w:rsid w:val="00966715"/>
    <w:rsid w:val="00970D17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D0F6E"/>
    <w:rsid w:val="009D50D4"/>
    <w:rsid w:val="009D512F"/>
    <w:rsid w:val="009D7FFD"/>
    <w:rsid w:val="009E1A3C"/>
    <w:rsid w:val="009E1F05"/>
    <w:rsid w:val="009E260D"/>
    <w:rsid w:val="009E2ED0"/>
    <w:rsid w:val="009E5501"/>
    <w:rsid w:val="009E6A0D"/>
    <w:rsid w:val="009E6B3F"/>
    <w:rsid w:val="009E6F49"/>
    <w:rsid w:val="009F0A11"/>
    <w:rsid w:val="009F150F"/>
    <w:rsid w:val="009F605C"/>
    <w:rsid w:val="00A05DD9"/>
    <w:rsid w:val="00A0725B"/>
    <w:rsid w:val="00A13794"/>
    <w:rsid w:val="00A20460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63532"/>
    <w:rsid w:val="00A658DD"/>
    <w:rsid w:val="00A65C7A"/>
    <w:rsid w:val="00A668C6"/>
    <w:rsid w:val="00A70AF0"/>
    <w:rsid w:val="00A726C6"/>
    <w:rsid w:val="00A75CB1"/>
    <w:rsid w:val="00A76B27"/>
    <w:rsid w:val="00A81E56"/>
    <w:rsid w:val="00A84953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A7EB4"/>
    <w:rsid w:val="00AB64CA"/>
    <w:rsid w:val="00AC0388"/>
    <w:rsid w:val="00AC1933"/>
    <w:rsid w:val="00AC24F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4584"/>
    <w:rsid w:val="00AF776D"/>
    <w:rsid w:val="00B01AF2"/>
    <w:rsid w:val="00B10E9F"/>
    <w:rsid w:val="00B13767"/>
    <w:rsid w:val="00B15DA1"/>
    <w:rsid w:val="00B17B08"/>
    <w:rsid w:val="00B25F55"/>
    <w:rsid w:val="00B275D1"/>
    <w:rsid w:val="00B30E30"/>
    <w:rsid w:val="00B47BA8"/>
    <w:rsid w:val="00B5570B"/>
    <w:rsid w:val="00B56F90"/>
    <w:rsid w:val="00B57E0F"/>
    <w:rsid w:val="00B60AA0"/>
    <w:rsid w:val="00B6254D"/>
    <w:rsid w:val="00B64F16"/>
    <w:rsid w:val="00B655DF"/>
    <w:rsid w:val="00B65DD9"/>
    <w:rsid w:val="00B75006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F21"/>
    <w:rsid w:val="00BA4274"/>
    <w:rsid w:val="00BA5DB2"/>
    <w:rsid w:val="00BA77A9"/>
    <w:rsid w:val="00BB108B"/>
    <w:rsid w:val="00BB2A54"/>
    <w:rsid w:val="00BB3F3E"/>
    <w:rsid w:val="00BC140F"/>
    <w:rsid w:val="00BC1E63"/>
    <w:rsid w:val="00BC44DF"/>
    <w:rsid w:val="00BC46F3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E557E"/>
    <w:rsid w:val="00BE5585"/>
    <w:rsid w:val="00BF1011"/>
    <w:rsid w:val="00BF26DE"/>
    <w:rsid w:val="00BF2F6D"/>
    <w:rsid w:val="00BF4537"/>
    <w:rsid w:val="00BF4CA6"/>
    <w:rsid w:val="00BF791A"/>
    <w:rsid w:val="00C0031E"/>
    <w:rsid w:val="00C00CA9"/>
    <w:rsid w:val="00C01E21"/>
    <w:rsid w:val="00C035CA"/>
    <w:rsid w:val="00C06926"/>
    <w:rsid w:val="00C06BEA"/>
    <w:rsid w:val="00C173AA"/>
    <w:rsid w:val="00C22ADA"/>
    <w:rsid w:val="00C31582"/>
    <w:rsid w:val="00C32804"/>
    <w:rsid w:val="00C33CF0"/>
    <w:rsid w:val="00C35420"/>
    <w:rsid w:val="00C35498"/>
    <w:rsid w:val="00C36E68"/>
    <w:rsid w:val="00C36F98"/>
    <w:rsid w:val="00C41DF6"/>
    <w:rsid w:val="00C42806"/>
    <w:rsid w:val="00C44D39"/>
    <w:rsid w:val="00C45509"/>
    <w:rsid w:val="00C512D3"/>
    <w:rsid w:val="00C5346C"/>
    <w:rsid w:val="00C553BD"/>
    <w:rsid w:val="00C5588B"/>
    <w:rsid w:val="00C56536"/>
    <w:rsid w:val="00C57321"/>
    <w:rsid w:val="00C608FE"/>
    <w:rsid w:val="00C60BDB"/>
    <w:rsid w:val="00C64818"/>
    <w:rsid w:val="00C71397"/>
    <w:rsid w:val="00C72D95"/>
    <w:rsid w:val="00C760EA"/>
    <w:rsid w:val="00C76263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487A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33C7"/>
    <w:rsid w:val="00D237A6"/>
    <w:rsid w:val="00D26BB9"/>
    <w:rsid w:val="00D306A5"/>
    <w:rsid w:val="00D32255"/>
    <w:rsid w:val="00D33DDE"/>
    <w:rsid w:val="00D34885"/>
    <w:rsid w:val="00D34E8F"/>
    <w:rsid w:val="00D35347"/>
    <w:rsid w:val="00D35B50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8779D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73C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D2C"/>
    <w:rsid w:val="00E513FB"/>
    <w:rsid w:val="00E51448"/>
    <w:rsid w:val="00E55DF8"/>
    <w:rsid w:val="00E61986"/>
    <w:rsid w:val="00E62870"/>
    <w:rsid w:val="00E65649"/>
    <w:rsid w:val="00E66CFD"/>
    <w:rsid w:val="00E71C64"/>
    <w:rsid w:val="00E721EC"/>
    <w:rsid w:val="00E727E7"/>
    <w:rsid w:val="00E832E4"/>
    <w:rsid w:val="00E836F8"/>
    <w:rsid w:val="00E86C30"/>
    <w:rsid w:val="00E90791"/>
    <w:rsid w:val="00E90C30"/>
    <w:rsid w:val="00E9288D"/>
    <w:rsid w:val="00E92BC1"/>
    <w:rsid w:val="00E9417C"/>
    <w:rsid w:val="00E97DBE"/>
    <w:rsid w:val="00EA1040"/>
    <w:rsid w:val="00EA27CD"/>
    <w:rsid w:val="00EA3C1A"/>
    <w:rsid w:val="00EA7D06"/>
    <w:rsid w:val="00EB03E6"/>
    <w:rsid w:val="00EB04D6"/>
    <w:rsid w:val="00EB35C7"/>
    <w:rsid w:val="00EB3DCD"/>
    <w:rsid w:val="00EB5A89"/>
    <w:rsid w:val="00EB7455"/>
    <w:rsid w:val="00EB74AB"/>
    <w:rsid w:val="00EC1EA2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4835"/>
    <w:rsid w:val="00F051B9"/>
    <w:rsid w:val="00F05EBC"/>
    <w:rsid w:val="00F10EA4"/>
    <w:rsid w:val="00F11E28"/>
    <w:rsid w:val="00F16FE5"/>
    <w:rsid w:val="00F24B9C"/>
    <w:rsid w:val="00F27895"/>
    <w:rsid w:val="00F27D6E"/>
    <w:rsid w:val="00F374C7"/>
    <w:rsid w:val="00F41B51"/>
    <w:rsid w:val="00F420E5"/>
    <w:rsid w:val="00F43086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267"/>
    <w:rsid w:val="00F73DA3"/>
    <w:rsid w:val="00F74A75"/>
    <w:rsid w:val="00F866D5"/>
    <w:rsid w:val="00F90E06"/>
    <w:rsid w:val="00F91475"/>
    <w:rsid w:val="00F95741"/>
    <w:rsid w:val="00F9586C"/>
    <w:rsid w:val="00F9603E"/>
    <w:rsid w:val="00F96EB9"/>
    <w:rsid w:val="00F97ED3"/>
    <w:rsid w:val="00FA3CFC"/>
    <w:rsid w:val="00FB00FA"/>
    <w:rsid w:val="00FB0EEC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C050C-C725-4DAF-A672-075A54DBE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1</Pages>
  <Words>99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10</cp:revision>
  <cp:lastPrinted>2018-02-27T11:52:00Z</cp:lastPrinted>
  <dcterms:created xsi:type="dcterms:W3CDTF">2018-03-26T12:40:00Z</dcterms:created>
  <dcterms:modified xsi:type="dcterms:W3CDTF">2018-03-26T12:48:00Z</dcterms:modified>
</cp:coreProperties>
</file>